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798" w:rsidRDefault="00962798" w:rsidP="00CE3D59"/>
    <w:p w:rsidR="00B176D7" w:rsidRDefault="00B176D7" w:rsidP="00962798">
      <w:pPr>
        <w:rPr>
          <w:rFonts w:ascii="Times New Roman" w:hAnsi="Times New Roman" w:cs="Times New Roman"/>
        </w:rPr>
      </w:pPr>
    </w:p>
    <w:p w:rsidR="0056432C" w:rsidRDefault="00D50F00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Riigimetsa Majandamise Keskus</w:t>
      </w:r>
      <w:r w:rsidR="00E30EAA">
        <w:rPr>
          <w:rFonts w:ascii="Times New Roman" w:hAnsi="Times New Roman" w:cs="Times New Roman"/>
          <w:lang w:val="et-EE"/>
        </w:rPr>
        <w:tab/>
      </w:r>
      <w:r w:rsidR="00FD48D8" w:rsidRPr="00FD48D8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5D06BB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>Teie:</w:t>
      </w:r>
      <w:r w:rsidR="00334A27">
        <w:rPr>
          <w:rFonts w:ascii="Times New Roman" w:hAnsi="Times New Roman" w:cs="Times New Roman"/>
          <w:lang w:val="et-EE"/>
        </w:rPr>
        <w:t xml:space="preserve"> </w:t>
      </w:r>
    </w:p>
    <w:p w:rsidR="00962798" w:rsidRPr="00FD48D8" w:rsidRDefault="00D50F00" w:rsidP="0096279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rmk</w:t>
      </w:r>
      <w:r w:rsidR="009C49B9">
        <w:rPr>
          <w:rFonts w:ascii="Times New Roman" w:hAnsi="Times New Roman" w:cs="Times New Roman"/>
          <w:lang w:val="et-EE"/>
        </w:rPr>
        <w:t>@</w:t>
      </w:r>
      <w:r>
        <w:rPr>
          <w:rFonts w:ascii="Times New Roman" w:hAnsi="Times New Roman" w:cs="Times New Roman"/>
          <w:lang w:val="et-EE"/>
        </w:rPr>
        <w:t>rmk</w:t>
      </w:r>
      <w:r w:rsidR="009C49B9">
        <w:rPr>
          <w:rFonts w:ascii="Times New Roman" w:hAnsi="Times New Roman" w:cs="Times New Roman"/>
          <w:lang w:val="et-EE"/>
        </w:rPr>
        <w:t>.ee</w:t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962798" w:rsidRPr="00FD48D8">
        <w:rPr>
          <w:rFonts w:ascii="Times New Roman" w:hAnsi="Times New Roman" w:cs="Times New Roman"/>
          <w:lang w:val="et-EE"/>
        </w:rPr>
        <w:tab/>
      </w:r>
      <w:r w:rsidR="005B7F79">
        <w:rPr>
          <w:rFonts w:ascii="Times New Roman" w:hAnsi="Times New Roman" w:cs="Times New Roman"/>
          <w:lang w:val="et-EE"/>
        </w:rPr>
        <w:tab/>
      </w:r>
      <w:r w:rsidR="00334A27">
        <w:rPr>
          <w:rFonts w:ascii="Times New Roman" w:hAnsi="Times New Roman" w:cs="Times New Roman"/>
          <w:lang w:val="et-EE"/>
        </w:rPr>
        <w:tab/>
        <w:t xml:space="preserve"> 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="008F72BD">
        <w:rPr>
          <w:rFonts w:ascii="Times New Roman" w:hAnsi="Times New Roman" w:cs="Times New Roman"/>
          <w:lang w:val="et-EE"/>
        </w:rPr>
        <w:t xml:space="preserve">Meie: </w:t>
      </w:r>
      <w:r w:rsidR="006553E2">
        <w:rPr>
          <w:rFonts w:ascii="Times New Roman" w:hAnsi="Times New Roman" w:cs="Times New Roman"/>
          <w:lang w:val="et-EE"/>
        </w:rPr>
        <w:t>06</w:t>
      </w:r>
      <w:r w:rsidR="00962798" w:rsidRPr="00FD48D8">
        <w:rPr>
          <w:rFonts w:ascii="Times New Roman" w:hAnsi="Times New Roman" w:cs="Times New Roman"/>
          <w:lang w:val="et-EE"/>
        </w:rPr>
        <w:t>.</w:t>
      </w:r>
      <w:r w:rsidR="004A78F3">
        <w:rPr>
          <w:rFonts w:ascii="Times New Roman" w:hAnsi="Times New Roman" w:cs="Times New Roman"/>
          <w:lang w:val="et-EE"/>
        </w:rPr>
        <w:t>0</w:t>
      </w:r>
      <w:r w:rsidR="006553E2">
        <w:rPr>
          <w:rFonts w:ascii="Times New Roman" w:hAnsi="Times New Roman" w:cs="Times New Roman"/>
          <w:lang w:val="et-EE"/>
        </w:rPr>
        <w:t>9</w:t>
      </w:r>
      <w:r w:rsidR="004A78F3">
        <w:rPr>
          <w:rFonts w:ascii="Times New Roman" w:hAnsi="Times New Roman" w:cs="Times New Roman"/>
          <w:lang w:val="et-EE"/>
        </w:rPr>
        <w:t>.</w:t>
      </w:r>
      <w:r w:rsidR="00962798" w:rsidRPr="00FD48D8">
        <w:rPr>
          <w:rFonts w:ascii="Times New Roman" w:hAnsi="Times New Roman" w:cs="Times New Roman"/>
          <w:lang w:val="et-EE"/>
        </w:rPr>
        <w:t>20</w:t>
      </w:r>
      <w:r w:rsidR="00FF6257">
        <w:rPr>
          <w:rFonts w:ascii="Times New Roman" w:hAnsi="Times New Roman" w:cs="Times New Roman"/>
          <w:lang w:val="et-EE"/>
        </w:rPr>
        <w:t>2</w:t>
      </w:r>
      <w:r w:rsidR="00F01D4D">
        <w:rPr>
          <w:rFonts w:ascii="Times New Roman" w:hAnsi="Times New Roman" w:cs="Times New Roman"/>
          <w:lang w:val="et-EE"/>
        </w:rPr>
        <w:t>4</w:t>
      </w:r>
      <w:r w:rsidR="00B305A5">
        <w:rPr>
          <w:rFonts w:ascii="Times New Roman" w:hAnsi="Times New Roman" w:cs="Times New Roman"/>
          <w:lang w:val="et-EE"/>
        </w:rPr>
        <w:t xml:space="preserve"> </w:t>
      </w:r>
      <w:r w:rsidR="00962798" w:rsidRPr="00FD48D8">
        <w:rPr>
          <w:rFonts w:ascii="Times New Roman" w:hAnsi="Times New Roman" w:cs="Times New Roman"/>
          <w:lang w:val="et-EE"/>
        </w:rPr>
        <w:t xml:space="preserve">nr </w:t>
      </w:r>
      <w:r w:rsidR="003C6BA4">
        <w:rPr>
          <w:rFonts w:ascii="Times New Roman" w:hAnsi="Times New Roman" w:cs="Times New Roman"/>
          <w:lang w:val="et-EE"/>
        </w:rPr>
        <w:t>5-8</w:t>
      </w:r>
      <w:r w:rsidR="00962798" w:rsidRPr="00FD48D8">
        <w:rPr>
          <w:rFonts w:ascii="Times New Roman" w:hAnsi="Times New Roman" w:cs="Times New Roman"/>
          <w:lang w:val="et-EE"/>
        </w:rPr>
        <w:t>/</w:t>
      </w:r>
      <w:r w:rsidR="006C4816">
        <w:rPr>
          <w:rFonts w:ascii="Times New Roman" w:hAnsi="Times New Roman" w:cs="Times New Roman"/>
          <w:lang w:val="et-EE"/>
        </w:rPr>
        <w:t>1</w:t>
      </w:r>
      <w:r w:rsidR="006553E2">
        <w:rPr>
          <w:rFonts w:ascii="Times New Roman" w:hAnsi="Times New Roman" w:cs="Times New Roman"/>
          <w:lang w:val="et-EE"/>
        </w:rPr>
        <w:t>62</w:t>
      </w:r>
      <w:r w:rsidR="00056A5C">
        <w:rPr>
          <w:rFonts w:ascii="Times New Roman" w:hAnsi="Times New Roman" w:cs="Times New Roman"/>
          <w:lang w:val="et-EE"/>
        </w:rPr>
        <w:t>-1</w:t>
      </w:r>
    </w:p>
    <w:p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:rsidR="00962798" w:rsidRPr="00FD48D8" w:rsidRDefault="00962798" w:rsidP="00962798">
      <w:pPr>
        <w:rPr>
          <w:rFonts w:ascii="Times New Roman" w:hAnsi="Times New Roman" w:cs="Times New Roman"/>
          <w:b/>
          <w:lang w:val="et-EE"/>
        </w:rPr>
      </w:pPr>
    </w:p>
    <w:p w:rsidR="00EE1469" w:rsidRDefault="00EE1469" w:rsidP="00962798">
      <w:pPr>
        <w:jc w:val="both"/>
        <w:rPr>
          <w:rFonts w:ascii="Times New Roman" w:hAnsi="Times New Roman" w:cs="Times New Roman"/>
          <w:b/>
          <w:lang w:val="et-EE"/>
        </w:rPr>
      </w:pPr>
    </w:p>
    <w:p w:rsidR="00962798" w:rsidRDefault="0056432C" w:rsidP="00962798">
      <w:pPr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Riigi huvi väljaselgitamine</w:t>
      </w:r>
      <w:r w:rsidR="00C2736F">
        <w:rPr>
          <w:rFonts w:ascii="Times New Roman" w:hAnsi="Times New Roman" w:cs="Times New Roman"/>
          <w:b/>
          <w:lang w:val="et-EE"/>
        </w:rPr>
        <w:t xml:space="preserve"> (reformimata</w:t>
      </w:r>
      <w:r w:rsidR="006553E2">
        <w:rPr>
          <w:rFonts w:ascii="Times New Roman" w:hAnsi="Times New Roman" w:cs="Times New Roman"/>
          <w:b/>
          <w:lang w:val="et-EE"/>
        </w:rPr>
        <w:t xml:space="preserve"> </w:t>
      </w:r>
      <w:r w:rsidR="00C2736F">
        <w:rPr>
          <w:rFonts w:ascii="Times New Roman" w:hAnsi="Times New Roman" w:cs="Times New Roman"/>
          <w:b/>
          <w:lang w:val="et-EE"/>
        </w:rPr>
        <w:t>katastriüksus)</w:t>
      </w:r>
    </w:p>
    <w:p w:rsidR="006C4816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:rsidR="006C4816" w:rsidRPr="00FF6257" w:rsidRDefault="006C4816" w:rsidP="00962798">
      <w:pPr>
        <w:jc w:val="both"/>
        <w:rPr>
          <w:rFonts w:ascii="Times New Roman" w:hAnsi="Times New Roman" w:cs="Times New Roman"/>
          <w:lang w:val="et-EE"/>
        </w:rPr>
      </w:pP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Alutaguse vallavalitsus algatas kinnisasjaga liitmiseks sobiva maa väljaselgitamise</w:t>
      </w:r>
      <w:r w:rsidR="00512A4B">
        <w:rPr>
          <w:rFonts w:ascii="Times New Roman" w:hAnsi="Times New Roman" w:cs="Times New Roman"/>
          <w:lang w:val="et-EE"/>
        </w:rPr>
        <w:t xml:space="preserve"> r</w:t>
      </w:r>
      <w:r w:rsidR="0056432C" w:rsidRPr="00E2611D">
        <w:rPr>
          <w:rFonts w:ascii="Times New Roman" w:hAnsi="Times New Roman" w:cs="Times New Roman"/>
          <w:lang w:val="et-EE"/>
        </w:rPr>
        <w:t xml:space="preserve">eformimata maade kaardirakenduses masskandena katastrisse kantud </w:t>
      </w:r>
      <w:r w:rsidR="00BE487F">
        <w:rPr>
          <w:rFonts w:ascii="Times New Roman" w:hAnsi="Times New Roman" w:cs="Times New Roman"/>
          <w:lang w:val="et-EE"/>
        </w:rPr>
        <w:t xml:space="preserve">Ees-Nõlva </w:t>
      </w:r>
      <w:r w:rsidR="002C1C6C">
        <w:rPr>
          <w:rFonts w:ascii="Times New Roman" w:hAnsi="Times New Roman" w:cs="Times New Roman"/>
          <w:lang w:val="et-EE"/>
        </w:rPr>
        <w:t>katastriüksuse</w:t>
      </w:r>
      <w:r w:rsidR="00BE487F">
        <w:rPr>
          <w:rFonts w:ascii="Times New Roman" w:hAnsi="Times New Roman" w:cs="Times New Roman"/>
          <w:lang w:val="et-EE"/>
        </w:rPr>
        <w:t xml:space="preserve"> 13001:001:0561</w:t>
      </w:r>
      <w:r>
        <w:rPr>
          <w:rFonts w:ascii="Times New Roman" w:hAnsi="Times New Roman" w:cs="Times New Roman"/>
          <w:lang w:val="et-EE"/>
        </w:rPr>
        <w:t xml:space="preserve"> kohta</w:t>
      </w:r>
      <w:r w:rsidR="00EE1469">
        <w:rPr>
          <w:rFonts w:ascii="Times New Roman" w:hAnsi="Times New Roman" w:cs="Times New Roman"/>
          <w:lang w:val="et-EE"/>
        </w:rPr>
        <w:t xml:space="preserve">. Katastriüksus </w:t>
      </w:r>
      <w:r w:rsidR="002C1C6C">
        <w:rPr>
          <w:rFonts w:ascii="Times New Roman" w:hAnsi="Times New Roman" w:cs="Times New Roman"/>
          <w:lang w:val="et-EE"/>
        </w:rPr>
        <w:t>piirne</w:t>
      </w:r>
      <w:r w:rsidR="00EE1469">
        <w:rPr>
          <w:rFonts w:ascii="Times New Roman" w:hAnsi="Times New Roman" w:cs="Times New Roman"/>
          <w:lang w:val="et-EE"/>
        </w:rPr>
        <w:t xml:space="preserve">b </w:t>
      </w:r>
      <w:r w:rsidR="002C1C6C">
        <w:rPr>
          <w:rFonts w:ascii="Times New Roman" w:hAnsi="Times New Roman" w:cs="Times New Roman"/>
          <w:lang w:val="et-EE"/>
        </w:rPr>
        <w:t xml:space="preserve">riigi kinnisvararegistris registreeritud </w:t>
      </w:r>
      <w:r w:rsidR="00EE1469">
        <w:rPr>
          <w:rFonts w:ascii="Times New Roman" w:hAnsi="Times New Roman" w:cs="Times New Roman"/>
          <w:lang w:val="et-EE"/>
        </w:rPr>
        <w:t>Liivatera katastriüksusega 13001:001:0114,</w:t>
      </w:r>
      <w:r w:rsidR="00093B8E">
        <w:rPr>
          <w:rFonts w:ascii="Times New Roman" w:hAnsi="Times New Roman" w:cs="Times New Roman"/>
          <w:lang w:val="et-EE"/>
        </w:rPr>
        <w:t xml:space="preserve"> </w:t>
      </w:r>
      <w:r w:rsidR="002C1C6C">
        <w:rPr>
          <w:rFonts w:ascii="Times New Roman" w:hAnsi="Times New Roman" w:cs="Times New Roman"/>
          <w:lang w:val="et-EE"/>
        </w:rPr>
        <w:t xml:space="preserve">mille volitatud asutus on </w:t>
      </w:r>
      <w:r w:rsidR="00D50F00" w:rsidRPr="00D50F00">
        <w:rPr>
          <w:rFonts w:ascii="Times New Roman" w:hAnsi="Times New Roman" w:cs="Times New Roman"/>
          <w:lang w:val="et-EE"/>
        </w:rPr>
        <w:t>Riigimetsa Majandamise Keskus</w:t>
      </w:r>
      <w:r w:rsidR="00EE1469">
        <w:rPr>
          <w:rFonts w:ascii="Times New Roman" w:hAnsi="Times New Roman" w:cs="Times New Roman"/>
          <w:lang w:val="et-EE"/>
        </w:rPr>
        <w:t>.</w:t>
      </w:r>
    </w:p>
    <w:p w:rsidR="00C2736F" w:rsidRDefault="00C2736F" w:rsidP="00E2611D">
      <w:pPr>
        <w:jc w:val="both"/>
        <w:rPr>
          <w:rFonts w:ascii="Times New Roman" w:hAnsi="Times New Roman" w:cs="Times New Roman"/>
          <w:lang w:val="et-EE"/>
        </w:rPr>
      </w:pPr>
    </w:p>
    <w:p w:rsidR="00F1598A" w:rsidRDefault="00C2736F" w:rsidP="00E2611D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</w:t>
      </w:r>
      <w:r w:rsidR="002C4C7C" w:rsidRPr="002C4C7C">
        <w:rPr>
          <w:rFonts w:ascii="Times New Roman" w:hAnsi="Times New Roman" w:cs="Times New Roman"/>
          <w:lang w:val="et-EE"/>
        </w:rPr>
        <w:t xml:space="preserve">abariigi Valitsuse 10.03.2022 määruse nr 24 „Iseseisva kasutusvõimaluseta maast maareformi käigus kinnisasjale </w:t>
      </w:r>
      <w:proofErr w:type="spellStart"/>
      <w:r w:rsidR="002C4C7C" w:rsidRPr="002C4C7C">
        <w:rPr>
          <w:rFonts w:ascii="Times New Roman" w:hAnsi="Times New Roman" w:cs="Times New Roman"/>
          <w:lang w:val="et-EE"/>
        </w:rPr>
        <w:t>juurdelõike</w:t>
      </w:r>
      <w:proofErr w:type="spellEnd"/>
      <w:r w:rsidR="002C4C7C" w:rsidRPr="002C4C7C">
        <w:rPr>
          <w:rFonts w:ascii="Times New Roman" w:hAnsi="Times New Roman" w:cs="Times New Roman"/>
          <w:lang w:val="et-EE"/>
        </w:rPr>
        <w:t xml:space="preserve"> tegemise kord“ </w:t>
      </w:r>
      <w:r>
        <w:rPr>
          <w:rFonts w:ascii="Times New Roman" w:hAnsi="Times New Roman" w:cs="Times New Roman"/>
          <w:lang w:val="et-EE"/>
        </w:rPr>
        <w:t xml:space="preserve">§ 3 lõike 5  punkti 2 ja </w:t>
      </w:r>
      <w:r w:rsidR="002C4C7C" w:rsidRPr="002C4C7C">
        <w:rPr>
          <w:rFonts w:ascii="Times New Roman" w:hAnsi="Times New Roman" w:cs="Times New Roman"/>
          <w:lang w:val="et-EE"/>
        </w:rPr>
        <w:t xml:space="preserve">§ </w:t>
      </w:r>
      <w:r w:rsidR="002C4C7C">
        <w:rPr>
          <w:rFonts w:ascii="Times New Roman" w:hAnsi="Times New Roman" w:cs="Times New Roman"/>
          <w:lang w:val="et-EE"/>
        </w:rPr>
        <w:t>4</w:t>
      </w:r>
      <w:r w:rsidR="002C4C7C" w:rsidRPr="002C4C7C">
        <w:rPr>
          <w:rFonts w:ascii="Times New Roman" w:hAnsi="Times New Roman" w:cs="Times New Roman"/>
          <w:lang w:val="et-EE"/>
        </w:rPr>
        <w:t xml:space="preserve"> lõike </w:t>
      </w:r>
      <w:r w:rsidR="002C4C7C">
        <w:rPr>
          <w:rFonts w:ascii="Times New Roman" w:hAnsi="Times New Roman" w:cs="Times New Roman"/>
          <w:lang w:val="et-EE"/>
        </w:rPr>
        <w:t>2</w:t>
      </w:r>
      <w:r w:rsidR="002C4C7C" w:rsidRPr="002C4C7C">
        <w:rPr>
          <w:rFonts w:ascii="Times New Roman" w:hAnsi="Times New Roman" w:cs="Times New Roman"/>
          <w:lang w:val="et-EE"/>
        </w:rPr>
        <w:t xml:space="preserve"> </w:t>
      </w:r>
      <w:r w:rsidR="00512A4B">
        <w:rPr>
          <w:rFonts w:ascii="Times New Roman" w:hAnsi="Times New Roman" w:cs="Times New Roman"/>
          <w:lang w:val="et-EE"/>
        </w:rPr>
        <w:t>punkti 6 alusel</w:t>
      </w:r>
      <w:r w:rsidR="00F1598A">
        <w:rPr>
          <w:rFonts w:ascii="Times New Roman" w:hAnsi="Times New Roman" w:cs="Times New Roman"/>
          <w:lang w:val="et-EE"/>
        </w:rPr>
        <w:t xml:space="preserve"> </w:t>
      </w:r>
      <w:r w:rsidR="00C97DC2">
        <w:rPr>
          <w:rFonts w:ascii="Times New Roman" w:hAnsi="Times New Roman" w:cs="Times New Roman"/>
          <w:lang w:val="et-EE"/>
        </w:rPr>
        <w:t xml:space="preserve">peab maakorralduse läbiviija selgitama välja </w:t>
      </w:r>
      <w:r w:rsidR="00EE1469">
        <w:rPr>
          <w:rFonts w:ascii="Times New Roman" w:hAnsi="Times New Roman" w:cs="Times New Roman"/>
          <w:lang w:val="et-EE"/>
        </w:rPr>
        <w:t>Riigimetsa Majandamise Keskuse</w:t>
      </w:r>
      <w:r w:rsidR="00793D6F">
        <w:rPr>
          <w:rFonts w:ascii="Times New Roman" w:hAnsi="Times New Roman" w:cs="Times New Roman"/>
          <w:lang w:val="et-EE"/>
        </w:rPr>
        <w:t xml:space="preserve"> k</w:t>
      </w:r>
      <w:r w:rsidR="002E4947">
        <w:rPr>
          <w:rFonts w:ascii="Times New Roman" w:hAnsi="Times New Roman" w:cs="Times New Roman"/>
          <w:lang w:val="et-EE"/>
        </w:rPr>
        <w:t>ui</w:t>
      </w:r>
      <w:r w:rsidR="00793D6F">
        <w:rPr>
          <w:rFonts w:ascii="Times New Roman" w:hAnsi="Times New Roman" w:cs="Times New Roman"/>
          <w:lang w:val="et-EE"/>
        </w:rPr>
        <w:t xml:space="preserve"> piirneva kinnisasja valitseja seisukoh</w:t>
      </w:r>
      <w:r w:rsidR="00C97DC2">
        <w:rPr>
          <w:rFonts w:ascii="Times New Roman" w:hAnsi="Times New Roman" w:cs="Times New Roman"/>
          <w:lang w:val="et-EE"/>
        </w:rPr>
        <w:t>a</w:t>
      </w:r>
      <w:r w:rsidR="00793D6F">
        <w:rPr>
          <w:rFonts w:ascii="Times New Roman" w:hAnsi="Times New Roman" w:cs="Times New Roman"/>
          <w:lang w:val="et-EE"/>
        </w:rPr>
        <w:t xml:space="preserve"> Maa-ametile esitamiseks.</w:t>
      </w:r>
    </w:p>
    <w:p w:rsidR="00A00835" w:rsidRPr="00FF6257" w:rsidRDefault="00A00835" w:rsidP="00962798">
      <w:pPr>
        <w:rPr>
          <w:rFonts w:ascii="Times New Roman" w:hAnsi="Times New Roman" w:cs="Times New Roman"/>
          <w:lang w:val="et-EE"/>
        </w:rPr>
      </w:pPr>
    </w:p>
    <w:p w:rsidR="00E30EAA" w:rsidRDefault="00E30EAA" w:rsidP="00962798">
      <w:pPr>
        <w:rPr>
          <w:rFonts w:ascii="Times New Roman" w:hAnsi="Times New Roman" w:cs="Times New Roman"/>
          <w:lang w:val="et-EE"/>
        </w:rPr>
      </w:pPr>
    </w:p>
    <w:p w:rsidR="006553E2" w:rsidRPr="00FF6257" w:rsidRDefault="006553E2" w:rsidP="00962798">
      <w:pPr>
        <w:rPr>
          <w:rFonts w:ascii="Times New Roman" w:hAnsi="Times New Roman" w:cs="Times New Roman"/>
          <w:lang w:val="et-EE"/>
        </w:rPr>
      </w:pPr>
      <w:bookmarkStart w:id="0" w:name="_GoBack"/>
      <w:bookmarkEnd w:id="0"/>
    </w:p>
    <w:p w:rsidR="004A78F3" w:rsidRPr="00FF6257" w:rsidRDefault="0096279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Lugupidamisega</w:t>
      </w:r>
    </w:p>
    <w:p w:rsidR="00B67757" w:rsidRPr="00FF6257" w:rsidRDefault="00B67757" w:rsidP="00962798">
      <w:pPr>
        <w:rPr>
          <w:rFonts w:ascii="Times New Roman" w:hAnsi="Times New Roman" w:cs="Times New Roman"/>
          <w:lang w:val="et-EE"/>
        </w:rPr>
      </w:pPr>
    </w:p>
    <w:p w:rsidR="00962798" w:rsidRDefault="00962798" w:rsidP="00962798">
      <w:pPr>
        <w:rPr>
          <w:rFonts w:ascii="Times New Roman" w:hAnsi="Times New Roman" w:cs="Times New Roman"/>
          <w:lang w:val="et-EE"/>
        </w:rPr>
      </w:pPr>
    </w:p>
    <w:p w:rsidR="00A00835" w:rsidRDefault="00EE1469" w:rsidP="00962798">
      <w:pPr>
        <w:rPr>
          <w:rFonts w:ascii="Times New Roman" w:hAnsi="Times New Roman" w:cs="Times New Roman"/>
          <w:i/>
          <w:lang w:val="et-EE"/>
        </w:rPr>
      </w:pPr>
      <w:r>
        <w:rPr>
          <w:rFonts w:ascii="Times New Roman" w:hAnsi="Times New Roman" w:cs="Times New Roman"/>
          <w:i/>
          <w:lang w:val="et-EE"/>
        </w:rPr>
        <w:t>/</w:t>
      </w:r>
      <w:r w:rsidR="005720CE">
        <w:rPr>
          <w:rFonts w:ascii="Times New Roman" w:hAnsi="Times New Roman" w:cs="Times New Roman"/>
          <w:i/>
          <w:lang w:val="et-EE"/>
        </w:rPr>
        <w:t>digiallkirjastatud</w:t>
      </w:r>
      <w:r>
        <w:rPr>
          <w:rFonts w:ascii="Times New Roman" w:hAnsi="Times New Roman" w:cs="Times New Roman"/>
          <w:i/>
          <w:lang w:val="et-EE"/>
        </w:rPr>
        <w:t>/</w:t>
      </w:r>
    </w:p>
    <w:p w:rsidR="006553E2" w:rsidRPr="005720CE" w:rsidRDefault="006553E2" w:rsidP="00962798">
      <w:pPr>
        <w:rPr>
          <w:rFonts w:ascii="Times New Roman" w:hAnsi="Times New Roman" w:cs="Times New Roman"/>
          <w:i/>
          <w:lang w:val="et-EE"/>
        </w:rPr>
      </w:pPr>
    </w:p>
    <w:p w:rsidR="00A00835" w:rsidRPr="00FF6257" w:rsidRDefault="00A00835" w:rsidP="00962798">
      <w:pPr>
        <w:rPr>
          <w:rFonts w:ascii="Times New Roman" w:hAnsi="Times New Roman" w:cs="Times New Roman"/>
          <w:i/>
          <w:lang w:val="et-EE"/>
        </w:rPr>
      </w:pPr>
    </w:p>
    <w:p w:rsidR="00962798" w:rsidRPr="00FF6257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Sirje Allikmaa</w:t>
      </w:r>
    </w:p>
    <w:p w:rsidR="00B5098B" w:rsidRPr="00FF6257" w:rsidRDefault="00FD48D8" w:rsidP="00962798">
      <w:pPr>
        <w:rPr>
          <w:rFonts w:ascii="Times New Roman" w:hAnsi="Times New Roman" w:cs="Times New Roman"/>
          <w:lang w:val="et-EE"/>
        </w:rPr>
      </w:pPr>
      <w:r w:rsidRPr="00FF6257">
        <w:rPr>
          <w:rFonts w:ascii="Times New Roman" w:hAnsi="Times New Roman" w:cs="Times New Roman"/>
          <w:lang w:val="et-EE"/>
        </w:rPr>
        <w:t>Maakorrald</w:t>
      </w:r>
      <w:r w:rsidR="00233FF9">
        <w:rPr>
          <w:rFonts w:ascii="Times New Roman" w:hAnsi="Times New Roman" w:cs="Times New Roman"/>
          <w:lang w:val="et-EE"/>
        </w:rPr>
        <w:t>usspetsialist</w:t>
      </w:r>
    </w:p>
    <w:sectPr w:rsidR="00B5098B" w:rsidRPr="00FF6257" w:rsidSect="00962798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680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DCE" w:rsidRDefault="00195DCE" w:rsidP="00482722">
      <w:r>
        <w:separator/>
      </w:r>
    </w:p>
  </w:endnote>
  <w:endnote w:type="continuationSeparator" w:id="0">
    <w:p w:rsidR="00195DCE" w:rsidRDefault="00195DCE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7049356"/>
      <w:docPartObj>
        <w:docPartGallery w:val="Page Numbers (Bottom of Page)"/>
        <w:docPartUnique/>
      </w:docPartObj>
    </w:sdtPr>
    <w:sdtEndPr/>
    <w:sdtContent>
      <w:p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8D8" w:rsidRPr="00FD48D8">
          <w:rPr>
            <w:noProof/>
            <w:lang w:val="et-EE"/>
          </w:rPr>
          <w:t>2</w:t>
        </w:r>
        <w:r>
          <w:fldChar w:fldCharType="end"/>
        </w:r>
      </w:p>
    </w:sdtContent>
  </w:sdt>
  <w:p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:rsidTr="008E6B81">
      <w:trPr>
        <w:trHeight w:val="284"/>
      </w:trPr>
      <w:tc>
        <w:tcPr>
          <w:tcW w:w="3794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Tartu mnt 56 Iisaku alevik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Alutaguse vald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41101 Ida-Virumaa</w:t>
          </w:r>
        </w:p>
      </w:tc>
      <w:tc>
        <w:tcPr>
          <w:tcW w:w="3118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Tel:   3 366 901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t-EE"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 xml:space="preserve"> 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</w:tc>
      <w:tc>
        <w:tcPr>
          <w:tcW w:w="2830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. nr: 77000281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val="et-EE" w:eastAsia="et-EE"/>
            </w:rPr>
            <w:t>a/a: EE882200221068420618 Swedbank</w:t>
          </w:r>
        </w:p>
      </w:tc>
    </w:tr>
  </w:tbl>
  <w:p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DCE" w:rsidRDefault="00195DCE" w:rsidP="00482722">
      <w:r>
        <w:separator/>
      </w:r>
    </w:p>
  </w:footnote>
  <w:footnote w:type="continuationSeparator" w:id="0">
    <w:p w:rsidR="00195DCE" w:rsidRDefault="00195DCE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2" w:rsidRDefault="00962798">
    <w:pPr>
      <w:pStyle w:val="Pis"/>
    </w:pPr>
    <w:r>
      <w:rPr>
        <w:noProof/>
        <w:lang w:val="et-EE" w:eastAsia="et-EE"/>
      </w:rPr>
      <w:drawing>
        <wp:inline distT="0" distB="0" distL="0" distR="0" wp14:anchorId="6EAC50C8">
          <wp:extent cx="1798320" cy="61595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56A5C"/>
    <w:rsid w:val="00060ECD"/>
    <w:rsid w:val="00072E63"/>
    <w:rsid w:val="00093B8E"/>
    <w:rsid w:val="000A419F"/>
    <w:rsid w:val="000D594F"/>
    <w:rsid w:val="000F3B18"/>
    <w:rsid w:val="000F6CCF"/>
    <w:rsid w:val="00165CA1"/>
    <w:rsid w:val="00180B68"/>
    <w:rsid w:val="00195DCE"/>
    <w:rsid w:val="001B799B"/>
    <w:rsid w:val="001C47B3"/>
    <w:rsid w:val="001C4BF1"/>
    <w:rsid w:val="001D0D22"/>
    <w:rsid w:val="00233FF9"/>
    <w:rsid w:val="00242AB1"/>
    <w:rsid w:val="00252EE6"/>
    <w:rsid w:val="002C1C6C"/>
    <w:rsid w:val="002C4C7C"/>
    <w:rsid w:val="002E4947"/>
    <w:rsid w:val="002E7816"/>
    <w:rsid w:val="00334A27"/>
    <w:rsid w:val="00340E4A"/>
    <w:rsid w:val="0035458B"/>
    <w:rsid w:val="0037543C"/>
    <w:rsid w:val="003B148A"/>
    <w:rsid w:val="003B6724"/>
    <w:rsid w:val="003C6BA4"/>
    <w:rsid w:val="003E3873"/>
    <w:rsid w:val="004121BA"/>
    <w:rsid w:val="00412A16"/>
    <w:rsid w:val="00423BD3"/>
    <w:rsid w:val="00446AC4"/>
    <w:rsid w:val="0046549F"/>
    <w:rsid w:val="00477C2A"/>
    <w:rsid w:val="00482722"/>
    <w:rsid w:val="004A6E88"/>
    <w:rsid w:val="004A78F3"/>
    <w:rsid w:val="00512A4B"/>
    <w:rsid w:val="00522F7E"/>
    <w:rsid w:val="005235A2"/>
    <w:rsid w:val="0056432C"/>
    <w:rsid w:val="005720CE"/>
    <w:rsid w:val="00581878"/>
    <w:rsid w:val="005870F7"/>
    <w:rsid w:val="005B24A8"/>
    <w:rsid w:val="005B348C"/>
    <w:rsid w:val="005B7F79"/>
    <w:rsid w:val="005D06BB"/>
    <w:rsid w:val="005D1A56"/>
    <w:rsid w:val="005D62D1"/>
    <w:rsid w:val="005E0236"/>
    <w:rsid w:val="006553E2"/>
    <w:rsid w:val="0067143F"/>
    <w:rsid w:val="006B6951"/>
    <w:rsid w:val="006C4816"/>
    <w:rsid w:val="006E6BBC"/>
    <w:rsid w:val="007740DA"/>
    <w:rsid w:val="00793D6F"/>
    <w:rsid w:val="007B53B3"/>
    <w:rsid w:val="00802B68"/>
    <w:rsid w:val="00836D8A"/>
    <w:rsid w:val="0088165B"/>
    <w:rsid w:val="008A149A"/>
    <w:rsid w:val="008A2FC5"/>
    <w:rsid w:val="008F16F8"/>
    <w:rsid w:val="008F2B44"/>
    <w:rsid w:val="008F72BD"/>
    <w:rsid w:val="0095751F"/>
    <w:rsid w:val="00962798"/>
    <w:rsid w:val="0097586D"/>
    <w:rsid w:val="009C49B9"/>
    <w:rsid w:val="00A00835"/>
    <w:rsid w:val="00A00DFD"/>
    <w:rsid w:val="00A02C54"/>
    <w:rsid w:val="00A0353F"/>
    <w:rsid w:val="00A23642"/>
    <w:rsid w:val="00A30FEA"/>
    <w:rsid w:val="00A62F46"/>
    <w:rsid w:val="00AA0F8F"/>
    <w:rsid w:val="00AF4753"/>
    <w:rsid w:val="00B1361A"/>
    <w:rsid w:val="00B176D7"/>
    <w:rsid w:val="00B305A5"/>
    <w:rsid w:val="00B319AC"/>
    <w:rsid w:val="00B43591"/>
    <w:rsid w:val="00B46037"/>
    <w:rsid w:val="00B5098B"/>
    <w:rsid w:val="00B51354"/>
    <w:rsid w:val="00B57CC5"/>
    <w:rsid w:val="00B67757"/>
    <w:rsid w:val="00B70B5B"/>
    <w:rsid w:val="00B836FC"/>
    <w:rsid w:val="00B95314"/>
    <w:rsid w:val="00BA70C7"/>
    <w:rsid w:val="00BE487F"/>
    <w:rsid w:val="00BF1992"/>
    <w:rsid w:val="00BF6E0A"/>
    <w:rsid w:val="00C15070"/>
    <w:rsid w:val="00C2736F"/>
    <w:rsid w:val="00C5583F"/>
    <w:rsid w:val="00C82B25"/>
    <w:rsid w:val="00C97DC2"/>
    <w:rsid w:val="00CA4B15"/>
    <w:rsid w:val="00CE3D59"/>
    <w:rsid w:val="00D053CD"/>
    <w:rsid w:val="00D05720"/>
    <w:rsid w:val="00D057DE"/>
    <w:rsid w:val="00D079D8"/>
    <w:rsid w:val="00D14C94"/>
    <w:rsid w:val="00D50F00"/>
    <w:rsid w:val="00D527CB"/>
    <w:rsid w:val="00D706EA"/>
    <w:rsid w:val="00D7432F"/>
    <w:rsid w:val="00D80DCC"/>
    <w:rsid w:val="00D8493C"/>
    <w:rsid w:val="00DC7359"/>
    <w:rsid w:val="00E2611D"/>
    <w:rsid w:val="00E30EAA"/>
    <w:rsid w:val="00E3143A"/>
    <w:rsid w:val="00E5224C"/>
    <w:rsid w:val="00E83402"/>
    <w:rsid w:val="00E92942"/>
    <w:rsid w:val="00E96C26"/>
    <w:rsid w:val="00E96D3B"/>
    <w:rsid w:val="00EA7C34"/>
    <w:rsid w:val="00EE1469"/>
    <w:rsid w:val="00EE4E3D"/>
    <w:rsid w:val="00EF1066"/>
    <w:rsid w:val="00EF139D"/>
    <w:rsid w:val="00EF6C9A"/>
    <w:rsid w:val="00F01D4D"/>
    <w:rsid w:val="00F1598A"/>
    <w:rsid w:val="00F71902"/>
    <w:rsid w:val="00F81043"/>
    <w:rsid w:val="00FB3780"/>
    <w:rsid w:val="00FD48D8"/>
    <w:rsid w:val="00FE2850"/>
    <w:rsid w:val="00FF0185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5A27B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463C26-29C2-4856-BABA-AAE9E241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108</TotalTime>
  <Pages>1</Pages>
  <Words>137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5</cp:revision>
  <cp:lastPrinted>2023-01-23T07:10:00Z</cp:lastPrinted>
  <dcterms:created xsi:type="dcterms:W3CDTF">2024-09-05T14:22:00Z</dcterms:created>
  <dcterms:modified xsi:type="dcterms:W3CDTF">2024-09-06T08:06:00Z</dcterms:modified>
</cp:coreProperties>
</file>